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743A73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B2722F" w:rsidRP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bookmarkStart w:id="1" w:name="_GoBack"/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bookmarkEnd w:id="1"/>
      <w:r w:rsidR="00743A73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743A73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B2722F" w:rsidRP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743A73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B2722F" w:rsidRP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71111E">
        <w:rPr>
          <w:b/>
        </w:rPr>
        <w:t>FIADOR</w:t>
      </w:r>
      <w:r w:rsidR="005127D1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A11624" w:rsidRPr="00E5763E" w:rsidTr="00E5763E">
        <w:tc>
          <w:tcPr>
            <w:tcW w:w="9211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5"/>
            <w:r w:rsidRPr="00E5763E">
              <w:rPr>
                <w:sz w:val="18"/>
                <w:szCs w:val="18"/>
              </w:rPr>
              <w:t>/</w:t>
            </w:r>
            <w:bookmarkStart w:id="6" w:name="Texto5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6"/>
            <w:r w:rsidRPr="00E5763E">
              <w:rPr>
                <w:sz w:val="18"/>
                <w:szCs w:val="18"/>
              </w:rPr>
              <w:t>/</w:t>
            </w:r>
            <w:bookmarkStart w:id="7" w:name="Texto55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7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E576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8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E576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E576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E576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1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E576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3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E576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4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5"/>
            <w:r w:rsidRPr="00E5763E">
              <w:rPr>
                <w:sz w:val="18"/>
                <w:szCs w:val="18"/>
              </w:rPr>
              <w:t>.</w:t>
            </w:r>
            <w:bookmarkStart w:id="16" w:name="Texto6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6"/>
            <w:r w:rsidRPr="00E5763E">
              <w:rPr>
                <w:sz w:val="18"/>
                <w:szCs w:val="18"/>
              </w:rPr>
              <w:t>.</w:t>
            </w:r>
            <w:bookmarkStart w:id="17" w:name="Texto65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7"/>
            <w:r w:rsidRPr="00E5763E">
              <w:rPr>
                <w:sz w:val="18"/>
                <w:szCs w:val="18"/>
              </w:rPr>
              <w:t>-</w:t>
            </w:r>
            <w:bookmarkStart w:id="18" w:name="Texto66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E5763E" w:rsidTr="00E5763E">
        <w:tc>
          <w:tcPr>
            <w:tcW w:w="9211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E576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  <w:lang w:val="en-US"/>
              </w:rPr>
            </w:r>
            <w:r w:rsidR="00514084" w:rsidRPr="00E5763E">
              <w:rPr>
                <w:sz w:val="18"/>
                <w:szCs w:val="18"/>
                <w:lang w:val="en-US"/>
              </w:rPr>
              <w:fldChar w:fldCharType="separate"/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514084" w:rsidRPr="00E5763E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E5763E" w:rsidTr="00E5763E">
        <w:tc>
          <w:tcPr>
            <w:tcW w:w="9211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3"/>
            <w:r w:rsidRPr="00E5763E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5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7"/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8"/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9"/>
            <w:r w:rsidRPr="00E5763E">
              <w:rPr>
                <w:sz w:val="18"/>
                <w:szCs w:val="18"/>
              </w:rPr>
              <w:t>-</w:t>
            </w:r>
            <w:bookmarkStart w:id="30" w:name="Texto78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E5763E" w:rsidRDefault="00A11624" w:rsidP="00F5415D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Telefone residencial: </w:t>
            </w:r>
            <w:r w:rsidRPr="00E5763E">
              <w:rPr>
                <w:sz w:val="18"/>
                <w:szCs w:val="18"/>
              </w:rPr>
              <w:t>(</w:t>
            </w:r>
            <w:bookmarkStart w:id="31" w:name="Texto79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1"/>
            <w:r w:rsidRPr="00E5763E">
              <w:rPr>
                <w:sz w:val="18"/>
                <w:szCs w:val="18"/>
              </w:rPr>
              <w:t xml:space="preserve">) </w:t>
            </w:r>
            <w:bookmarkStart w:id="32" w:name="Texto80"/>
            <w:r w:rsidR="00F5415D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bookmarkEnd w:id="32"/>
            <w:r w:rsidRPr="00E5763E">
              <w:rPr>
                <w:sz w:val="18"/>
                <w:szCs w:val="18"/>
              </w:rPr>
              <w:t>-</w:t>
            </w:r>
            <w:bookmarkStart w:id="33" w:name="Texto8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3"/>
            <w:r w:rsidRPr="00E5763E">
              <w:rPr>
                <w:b/>
                <w:sz w:val="18"/>
                <w:szCs w:val="18"/>
              </w:rPr>
              <w:tab/>
              <w:t xml:space="preserve">Celular: </w:t>
            </w:r>
            <w:r w:rsidRPr="00E5763E">
              <w:rPr>
                <w:sz w:val="18"/>
                <w:szCs w:val="18"/>
              </w:rPr>
              <w:t>(</w:t>
            </w:r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)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</w:p>
        </w:tc>
      </w:tr>
      <w:tr w:rsidR="00A11624" w:rsidRPr="00E5763E" w:rsidTr="00E5763E">
        <w:tc>
          <w:tcPr>
            <w:tcW w:w="9211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,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color w:val="FF0000"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 xml:space="preserve">Bairro: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Telefone comercial: </w:t>
            </w:r>
            <w:r w:rsidRPr="00E5763E">
              <w:rPr>
                <w:sz w:val="18"/>
                <w:szCs w:val="18"/>
              </w:rPr>
              <w:t>(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) 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Data de Admissão</w:t>
            </w:r>
            <w:r w:rsidRPr="00E5763E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5"/>
            <w:r w:rsidRPr="00E5763E">
              <w:rPr>
                <w:sz w:val="18"/>
                <w:szCs w:val="18"/>
              </w:rPr>
              <w:t>/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bookmarkStart w:id="36" w:name="Texto96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6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E576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37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A11624" w:rsidRPr="00E5763E" w:rsidTr="00E5763E">
        <w:tc>
          <w:tcPr>
            <w:tcW w:w="9224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da empresa: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,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color w:val="FF0000"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 xml:space="preserve">Bairro: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Telefone</w:t>
            </w:r>
            <w:r w:rsidRPr="00E5763E">
              <w:rPr>
                <w:sz w:val="18"/>
                <w:szCs w:val="18"/>
              </w:rPr>
              <w:t>: (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) 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="00571603" w:rsidRPr="00E5763E">
              <w:rPr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="007078E1"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</w:p>
          <w:p w:rsidR="00A11624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9"/>
            <w:r w:rsidRPr="00E5763E">
              <w:rPr>
                <w:sz w:val="18"/>
                <w:szCs w:val="18"/>
              </w:rPr>
              <w:t>.</w:t>
            </w:r>
            <w:bookmarkStart w:id="40" w:name="Texto100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0"/>
            <w:r w:rsidRPr="00E5763E">
              <w:rPr>
                <w:sz w:val="18"/>
                <w:szCs w:val="18"/>
              </w:rPr>
              <w:t>.</w:t>
            </w:r>
            <w:bookmarkStart w:id="41" w:name="Texto101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1"/>
            <w:r w:rsidRPr="00E5763E">
              <w:rPr>
                <w:sz w:val="18"/>
                <w:szCs w:val="18"/>
              </w:rPr>
              <w:t>/</w:t>
            </w:r>
            <w:bookmarkStart w:id="42" w:name="Texto102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2"/>
            <w:r w:rsidRPr="00E5763E">
              <w:rPr>
                <w:sz w:val="18"/>
                <w:szCs w:val="18"/>
              </w:rPr>
              <w:t>-</w:t>
            </w:r>
            <w:bookmarkStart w:id="43" w:name="Texto103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3"/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B2722F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bookmarkEnd w:id="44"/>
            <w:r w:rsidR="007D1808" w:rsidRPr="00E5763E">
              <w:rPr>
                <w:b/>
                <w:sz w:val="18"/>
                <w:szCs w:val="18"/>
              </w:rPr>
              <w:t xml:space="preserve"> </w:t>
            </w:r>
          </w:p>
          <w:p w:rsidR="00F5415D" w:rsidRPr="00E5763E" w:rsidRDefault="00F5415D" w:rsidP="00F5415D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E5763E">
              <w:rPr>
                <w:sz w:val="18"/>
                <w:szCs w:val="18"/>
              </w:rPr>
              <w:t xml:space="preserve">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Cargo: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E5763E" w:rsidTr="00E5763E">
        <w:tc>
          <w:tcPr>
            <w:tcW w:w="9224" w:type="dxa"/>
            <w:shd w:val="clear" w:color="auto" w:fill="auto"/>
          </w:tcPr>
          <w:p w:rsidR="00571603" w:rsidRPr="00E5763E" w:rsidRDefault="00571603" w:rsidP="00E5763E">
            <w:pPr>
              <w:spacing w:before="120" w:line="360" w:lineRule="auto"/>
              <w:rPr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Origem: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571603" w:rsidRPr="00E5763E" w:rsidRDefault="00571603" w:rsidP="00E5763E">
            <w:pPr>
              <w:spacing w:line="360" w:lineRule="auto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Origem: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E576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45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>Valor</w:t>
            </w:r>
            <w:r w:rsidR="002D51EE">
              <w:rPr>
                <w:b/>
                <w:sz w:val="18"/>
                <w:szCs w:val="18"/>
              </w:rPr>
              <w:t xml:space="preserve"> (mercado)</w:t>
            </w:r>
            <w:r w:rsidRPr="00E5763E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E5763E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E8055B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E5763E" w:rsidRDefault="007D1808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Tipo: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>Valor</w:t>
            </w:r>
            <w:r w:rsidR="002D51EE">
              <w:rPr>
                <w:b/>
                <w:sz w:val="18"/>
                <w:szCs w:val="18"/>
              </w:rPr>
              <w:t xml:space="preserve"> (mercado)</w:t>
            </w:r>
            <w:r w:rsidRPr="00E5763E">
              <w:rPr>
                <w:b/>
                <w:sz w:val="18"/>
                <w:szCs w:val="18"/>
              </w:rPr>
              <w:t xml:space="preserve">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E8055B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</w:p>
        </w:tc>
      </w:tr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B2722F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bookmarkEnd w:id="49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50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51"/>
            <w:r w:rsidRPr="00E5763E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E8055B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E5763E" w:rsidRDefault="007D1808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Marca: </w:t>
            </w:r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B2722F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Modelo: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     Valor de Mercado: R$ </w:t>
            </w:r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E8055B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</w:p>
        </w:tc>
      </w:tr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7D1808" w:rsidRPr="001C2DB7" w:rsidRDefault="007D1808" w:rsidP="007D1808">
      <w:pPr>
        <w:spacing w:before="120"/>
        <w:rPr>
          <w:b/>
          <w:sz w:val="18"/>
          <w:szCs w:val="18"/>
        </w:rPr>
      </w:pPr>
      <w:r w:rsidRPr="001C2DB7">
        <w:rPr>
          <w:b/>
          <w:sz w:val="18"/>
          <w:szCs w:val="18"/>
        </w:rPr>
        <w:t>Bancárias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E5763E" w:rsidTr="004D7973">
        <w:tc>
          <w:tcPr>
            <w:tcW w:w="9225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Banco: </w:t>
            </w:r>
            <w:bookmarkStart w:id="53" w:name="Texto92"/>
            <w:r w:rsidRPr="00E5763E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53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Agência: </w:t>
            </w:r>
            <w:bookmarkStart w:id="54" w:name="Texto93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54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nº da conta corrente: </w:t>
            </w:r>
            <w:bookmarkStart w:id="55" w:name="Texto94"/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Texto9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E8055B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  <w:bookmarkEnd w:id="55"/>
          </w:p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Banco: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Agência: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5E7C84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nº da conta corrente: </w:t>
            </w:r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E8055B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4D7973" w:rsidRDefault="004D7973" w:rsidP="004D7973">
      <w:pPr>
        <w:spacing w:before="120"/>
        <w:rPr>
          <w:b/>
          <w:sz w:val="18"/>
          <w:szCs w:val="18"/>
        </w:rPr>
      </w:pPr>
    </w:p>
    <w:p w:rsidR="004D7973" w:rsidRDefault="004D7973" w:rsidP="004D7973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4D7973" w:rsidRPr="003D0FA7" w:rsidTr="00C1417D">
        <w:tc>
          <w:tcPr>
            <w:tcW w:w="9225" w:type="dxa"/>
            <w:shd w:val="clear" w:color="auto" w:fill="auto"/>
          </w:tcPr>
          <w:p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4D7973" w:rsidRPr="003D0FA7" w:rsidTr="00C1417D">
        <w:tc>
          <w:tcPr>
            <w:tcW w:w="9225" w:type="dxa"/>
            <w:shd w:val="clear" w:color="auto" w:fill="auto"/>
          </w:tcPr>
          <w:p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4D7973" w:rsidRDefault="004D7973" w:rsidP="004D7973">
      <w:pPr>
        <w:spacing w:before="120"/>
        <w:rPr>
          <w:b/>
          <w:sz w:val="18"/>
          <w:szCs w:val="18"/>
        </w:rPr>
      </w:pP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bookmarkStart w:id="56" w:name="Texto49"/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 xml:space="preserve">, </w:t>
      </w:r>
      <w:bookmarkStart w:id="57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Pr="00D737BF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7"/>
      <w:r w:rsidRPr="007D1808">
        <w:rPr>
          <w:sz w:val="20"/>
          <w:szCs w:val="20"/>
        </w:rPr>
        <w:t xml:space="preserve"> de </w:t>
      </w:r>
      <w:bookmarkStart w:id="58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Pr="00D737BF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8"/>
      <w:r w:rsidRPr="007D1808">
        <w:rPr>
          <w:sz w:val="20"/>
          <w:szCs w:val="20"/>
        </w:rPr>
        <w:t xml:space="preserve"> de </w:t>
      </w:r>
      <w:bookmarkStart w:id="59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9"/>
      <w:r>
        <w:rPr>
          <w:sz w:val="20"/>
          <w:szCs w:val="20"/>
        </w:rPr>
        <w:t>.</w:t>
      </w:r>
    </w:p>
    <w:p w:rsidR="004D7973" w:rsidRDefault="004D7973" w:rsidP="004D7973">
      <w:pPr>
        <w:spacing w:before="120"/>
        <w:jc w:val="both"/>
        <w:rPr>
          <w:sz w:val="20"/>
          <w:szCs w:val="20"/>
        </w:rPr>
      </w:pP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4D7973" w:rsidRPr="003D0FA7" w:rsidTr="00C1417D">
        <w:tc>
          <w:tcPr>
            <w:tcW w:w="4791" w:type="dxa"/>
            <w:shd w:val="clear" w:color="auto" w:fill="auto"/>
          </w:tcPr>
          <w:p w:rsidR="004D7973" w:rsidRPr="003D0FA7" w:rsidRDefault="004D7973" w:rsidP="00C1417D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4D7973" w:rsidRPr="003D0FA7" w:rsidRDefault="004D7973" w:rsidP="00C1417D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4D7973" w:rsidRPr="007D1808" w:rsidRDefault="004D7973" w:rsidP="004D7973">
      <w:pPr>
        <w:jc w:val="both"/>
        <w:rPr>
          <w:sz w:val="20"/>
          <w:szCs w:val="20"/>
        </w:rPr>
      </w:pPr>
    </w:p>
    <w:p w:rsidR="004D7973" w:rsidRPr="007D1808" w:rsidRDefault="004D7973" w:rsidP="004D7973">
      <w:pPr>
        <w:jc w:val="both"/>
        <w:rPr>
          <w:sz w:val="20"/>
          <w:szCs w:val="20"/>
        </w:rPr>
      </w:pPr>
    </w:p>
    <w:p w:rsidR="004D7973" w:rsidRPr="007D1808" w:rsidRDefault="004D7973" w:rsidP="004D7973">
      <w:pPr>
        <w:jc w:val="both"/>
        <w:rPr>
          <w:sz w:val="20"/>
          <w:szCs w:val="20"/>
        </w:rPr>
      </w:pPr>
    </w:p>
    <w:p w:rsidR="004D7973" w:rsidRDefault="004D7973" w:rsidP="004D7973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4D7973" w:rsidRPr="001B43F4" w:rsidRDefault="004D7973" w:rsidP="004D7973">
      <w:pPr>
        <w:jc w:val="both"/>
        <w:rPr>
          <w:sz w:val="20"/>
          <w:szCs w:val="20"/>
        </w:rPr>
      </w:pPr>
    </w:p>
    <w:p w:rsidR="004D7973" w:rsidRDefault="004D7973" w:rsidP="004D7973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4D7973" w:rsidRPr="001B43F4" w:rsidRDefault="004D7973" w:rsidP="004D7973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4D7973" w:rsidRPr="001B43F4" w:rsidRDefault="004D7973" w:rsidP="004D7973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Contador;</w:t>
      </w:r>
    </w:p>
    <w:p w:rsidR="004D7973" w:rsidRPr="001B43F4" w:rsidRDefault="004D7973" w:rsidP="004D7973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4D7973" w:rsidRPr="001B43F4" w:rsidRDefault="004D7973" w:rsidP="004D7973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4D7973" w:rsidRPr="001B43F4" w:rsidRDefault="004D7973" w:rsidP="004D7973">
      <w:pPr>
        <w:ind w:left="1068"/>
        <w:jc w:val="both"/>
        <w:rPr>
          <w:sz w:val="20"/>
          <w:szCs w:val="20"/>
        </w:rPr>
      </w:pPr>
      <w:r w:rsidRPr="001B43F4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:rsidR="004D7973" w:rsidRDefault="004D7973" w:rsidP="004D7973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4D7973" w:rsidRPr="001B43F4" w:rsidRDefault="004D7973" w:rsidP="004D7973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4D7973" w:rsidRPr="001B43F4" w:rsidRDefault="004D7973" w:rsidP="004D7973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4D7973" w:rsidRDefault="004D7973" w:rsidP="004D7973">
      <w:pPr>
        <w:jc w:val="both"/>
      </w:pPr>
    </w:p>
    <w:p w:rsidR="00053CAF" w:rsidRDefault="00053CAF" w:rsidP="001B43F4">
      <w:pPr>
        <w:jc w:val="both"/>
      </w:pPr>
    </w:p>
    <w:sectPr w:rsidR="00053CAF" w:rsidSect="007D180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3BC" w:rsidRDefault="00E213BC">
      <w:r>
        <w:separator/>
      </w:r>
    </w:p>
  </w:endnote>
  <w:endnote w:type="continuationSeparator" w:id="0">
    <w:p w:rsidR="00E213BC" w:rsidRDefault="00E2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Default="00610860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610860" w:rsidRDefault="00610860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Default="00610860" w:rsidP="00C0599D">
    <w:pPr>
      <w:pStyle w:val="Rodap"/>
      <w:framePr w:wrap="around" w:vAnchor="text" w:hAnchor="margin" w:xAlign="outside" w:y="1"/>
      <w:rPr>
        <w:rStyle w:val="Nmerodepgina"/>
      </w:rPr>
    </w:pPr>
  </w:p>
  <w:p w:rsidR="00610860" w:rsidRPr="00B961F6" w:rsidRDefault="00610860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CREDUC_Cadastro_Fiador</w:t>
    </w:r>
    <w:r w:rsidR="005127D1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2D51EE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Pr="00B961F6" w:rsidRDefault="00610860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3BC" w:rsidRDefault="00E213BC">
      <w:r>
        <w:separator/>
      </w:r>
    </w:p>
  </w:footnote>
  <w:footnote w:type="continuationSeparator" w:id="0">
    <w:p w:rsidR="00E213BC" w:rsidRDefault="00E21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Default="004E24F3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Default="004E24F3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4QXL1pKPRpYKJ9q4/MCIXM8nmjvmGTInhGqaOmXb7xUC0LBAFh0uvHSQwjHay7P5x3PCzNvAQ++6bE9h0ZQWw==" w:salt="IdwYjsa7UzQXgtvfVavnR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D1"/>
    <w:rsid w:val="000003D1"/>
    <w:rsid w:val="00004D35"/>
    <w:rsid w:val="00015B94"/>
    <w:rsid w:val="00053CAF"/>
    <w:rsid w:val="00077B9C"/>
    <w:rsid w:val="000829FF"/>
    <w:rsid w:val="00097B7E"/>
    <w:rsid w:val="000A01FC"/>
    <w:rsid w:val="000A4966"/>
    <w:rsid w:val="000E1F39"/>
    <w:rsid w:val="000F3CD2"/>
    <w:rsid w:val="00125351"/>
    <w:rsid w:val="001260B2"/>
    <w:rsid w:val="00162F6E"/>
    <w:rsid w:val="00182AC8"/>
    <w:rsid w:val="00192C71"/>
    <w:rsid w:val="001974DF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A6116"/>
    <w:rsid w:val="002B77F4"/>
    <w:rsid w:val="002D51EE"/>
    <w:rsid w:val="002D5631"/>
    <w:rsid w:val="002F5509"/>
    <w:rsid w:val="00306C91"/>
    <w:rsid w:val="003144B9"/>
    <w:rsid w:val="00316B97"/>
    <w:rsid w:val="00325BA8"/>
    <w:rsid w:val="003338B7"/>
    <w:rsid w:val="00361EBE"/>
    <w:rsid w:val="003B0BEC"/>
    <w:rsid w:val="003B1CEC"/>
    <w:rsid w:val="003D2D77"/>
    <w:rsid w:val="00402EF1"/>
    <w:rsid w:val="00431C3E"/>
    <w:rsid w:val="00464FB0"/>
    <w:rsid w:val="00495EAB"/>
    <w:rsid w:val="004D0933"/>
    <w:rsid w:val="004D44FA"/>
    <w:rsid w:val="004D7973"/>
    <w:rsid w:val="004E24F3"/>
    <w:rsid w:val="005013B9"/>
    <w:rsid w:val="005127D1"/>
    <w:rsid w:val="00514084"/>
    <w:rsid w:val="00531E81"/>
    <w:rsid w:val="0054120C"/>
    <w:rsid w:val="005557FA"/>
    <w:rsid w:val="00571603"/>
    <w:rsid w:val="00575B6B"/>
    <w:rsid w:val="0058414C"/>
    <w:rsid w:val="005B132F"/>
    <w:rsid w:val="005E7C84"/>
    <w:rsid w:val="005F2DEB"/>
    <w:rsid w:val="005F737A"/>
    <w:rsid w:val="00610860"/>
    <w:rsid w:val="00666F12"/>
    <w:rsid w:val="00696358"/>
    <w:rsid w:val="006B5B00"/>
    <w:rsid w:val="006C08ED"/>
    <w:rsid w:val="006D636D"/>
    <w:rsid w:val="006E1523"/>
    <w:rsid w:val="007078E1"/>
    <w:rsid w:val="00707B01"/>
    <w:rsid w:val="0071111E"/>
    <w:rsid w:val="00743A73"/>
    <w:rsid w:val="007443FC"/>
    <w:rsid w:val="00752413"/>
    <w:rsid w:val="00757B4A"/>
    <w:rsid w:val="00791752"/>
    <w:rsid w:val="007B2B07"/>
    <w:rsid w:val="007C298C"/>
    <w:rsid w:val="007D1808"/>
    <w:rsid w:val="008158AE"/>
    <w:rsid w:val="00816ED1"/>
    <w:rsid w:val="0083136B"/>
    <w:rsid w:val="008C69DC"/>
    <w:rsid w:val="008E19F0"/>
    <w:rsid w:val="009134D4"/>
    <w:rsid w:val="009210F3"/>
    <w:rsid w:val="00921D7C"/>
    <w:rsid w:val="00936867"/>
    <w:rsid w:val="00945E30"/>
    <w:rsid w:val="00997840"/>
    <w:rsid w:val="009B2216"/>
    <w:rsid w:val="009F4555"/>
    <w:rsid w:val="00A02C56"/>
    <w:rsid w:val="00A04DB4"/>
    <w:rsid w:val="00A11624"/>
    <w:rsid w:val="00A22986"/>
    <w:rsid w:val="00A23D24"/>
    <w:rsid w:val="00A24216"/>
    <w:rsid w:val="00A85DEE"/>
    <w:rsid w:val="00AF4D30"/>
    <w:rsid w:val="00B2722F"/>
    <w:rsid w:val="00B35298"/>
    <w:rsid w:val="00B63F6A"/>
    <w:rsid w:val="00B961F6"/>
    <w:rsid w:val="00BA7DED"/>
    <w:rsid w:val="00BC0CAE"/>
    <w:rsid w:val="00C0599D"/>
    <w:rsid w:val="00C07A5B"/>
    <w:rsid w:val="00C1417D"/>
    <w:rsid w:val="00C401A6"/>
    <w:rsid w:val="00C41DD2"/>
    <w:rsid w:val="00C8006D"/>
    <w:rsid w:val="00C862E5"/>
    <w:rsid w:val="00CA64EA"/>
    <w:rsid w:val="00CC2918"/>
    <w:rsid w:val="00CE241B"/>
    <w:rsid w:val="00D11C13"/>
    <w:rsid w:val="00DC018F"/>
    <w:rsid w:val="00E213BC"/>
    <w:rsid w:val="00E37805"/>
    <w:rsid w:val="00E42A1C"/>
    <w:rsid w:val="00E5763E"/>
    <w:rsid w:val="00E60E14"/>
    <w:rsid w:val="00E8055B"/>
    <w:rsid w:val="00E80AFC"/>
    <w:rsid w:val="00EA290A"/>
    <w:rsid w:val="00EE2A1A"/>
    <w:rsid w:val="00F35436"/>
    <w:rsid w:val="00F5415D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F712A-E98F-461F-A95D-A2B3FE03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2D51E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D51EE"/>
    <w:rPr>
      <w:rFonts w:ascii="Segoe UI" w:hAnsi="Segoe UI" w:cs="Segoe UI"/>
      <w:sz w:val="18"/>
      <w:szCs w:val="18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61D21-A0EA-488F-9647-5282D3FD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creduc-ficha-fiador</Template>
  <TotalTime>0</TotalTime>
  <Pages>2</Pages>
  <Words>802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2</cp:revision>
  <cp:lastPrinted>2016-11-24T13:30:00Z</cp:lastPrinted>
  <dcterms:created xsi:type="dcterms:W3CDTF">2024-11-13T19:20:00Z</dcterms:created>
  <dcterms:modified xsi:type="dcterms:W3CDTF">2024-11-13T19:20:00Z</dcterms:modified>
</cp:coreProperties>
</file>